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DF" w:rsidRDefault="00D477DF" w:rsidP="0008763E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7E4DA4" w:rsidRPr="00D477DF" w:rsidRDefault="009F4953" w:rsidP="00D477DF">
      <w:pPr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9F4953">
        <w:rPr>
          <w:rFonts w:ascii="Times New Roman" w:hAnsi="Times New Roman"/>
          <w:b/>
          <w:sz w:val="24"/>
          <w:szCs w:val="24"/>
          <w:lang w:val="sr-Cyrl-CS"/>
        </w:rPr>
        <w:t>ОЦЕНА РЕЗУЛТАТА НАУЧНОГ И ИСТРАЖИВАЧКОГ РАДА КАНДИДАТА</w:t>
      </w:r>
    </w:p>
    <w:p w:rsidR="00457146" w:rsidRPr="00457146" w:rsidRDefault="00457146" w:rsidP="007E4DA4">
      <w:pPr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BF6C6D" w:rsidRDefault="00F13B89" w:rsidP="009F4953">
      <w:pPr>
        <w:spacing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Кандидат Крстић</w:t>
      </w:r>
      <w:r w:rsidR="00BF6C6D" w:rsidRPr="0018700C">
        <w:rPr>
          <w:rFonts w:ascii="Times New Roman" w:hAnsi="Times New Roman"/>
        </w:rPr>
        <w:t xml:space="preserve"> је активно учествовао у </w:t>
      </w:r>
      <w:r w:rsidR="009F4953">
        <w:rPr>
          <w:rFonts w:ascii="Times New Roman" w:hAnsi="Times New Roman"/>
        </w:rPr>
        <w:t>реализацији следећих научних пројеката:</w:t>
      </w:r>
    </w:p>
    <w:p w:rsidR="00F13B89" w:rsidRPr="00F13B89" w:rsidRDefault="009F4953" w:rsidP="00F13B89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564E4B">
        <w:rPr>
          <w:rFonts w:ascii="Times New Roman" w:hAnsi="Times New Roman"/>
          <w:i/>
        </w:rPr>
        <w:t>Традиција, модернизација и национални идентитет у Србији и на Балкану у процесу европских интеграција</w:t>
      </w:r>
      <w:r w:rsidRPr="00564E4B">
        <w:rPr>
          <w:rFonts w:ascii="Times New Roman" w:hAnsi="Times New Roman"/>
        </w:rPr>
        <w:t xml:space="preserve"> (179074), који је финансирало Министарство просвете, науке и технолошког развоја Републике Србије</w:t>
      </w:r>
      <w:r w:rsidR="00F13B89">
        <w:rPr>
          <w:rFonts w:ascii="Times New Roman" w:hAnsi="Times New Roman"/>
        </w:rPr>
        <w:t>;</w:t>
      </w:r>
    </w:p>
    <w:p w:rsidR="00564E4B" w:rsidRPr="00F13B89" w:rsidRDefault="00564E4B" w:rsidP="00F13B8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564E4B">
        <w:rPr>
          <w:i/>
          <w:iCs/>
          <w:sz w:val="22"/>
          <w:szCs w:val="22"/>
        </w:rPr>
        <w:t xml:space="preserve">Европско социолошко истраживање у Србији, </w:t>
      </w:r>
      <w:r w:rsidR="00F13B89">
        <w:rPr>
          <w:iCs/>
          <w:sz w:val="22"/>
          <w:szCs w:val="22"/>
        </w:rPr>
        <w:t>који</w:t>
      </w:r>
      <w:r w:rsidRPr="00F13B89">
        <w:rPr>
          <w:iCs/>
          <w:sz w:val="22"/>
          <w:szCs w:val="22"/>
        </w:rPr>
        <w:t xml:space="preserve"> финансирају</w:t>
      </w:r>
      <w:r w:rsidRPr="00564E4B">
        <w:rPr>
          <w:i/>
          <w:iCs/>
          <w:sz w:val="22"/>
          <w:szCs w:val="22"/>
        </w:rPr>
        <w:t xml:space="preserve"> </w:t>
      </w:r>
      <w:r w:rsidRPr="00564E4B">
        <w:rPr>
          <w:sz w:val="22"/>
          <w:szCs w:val="22"/>
        </w:rPr>
        <w:t>ПЕРФОРМ и Министарство просве</w:t>
      </w:r>
      <w:r w:rsidR="00F13B89">
        <w:rPr>
          <w:sz w:val="22"/>
          <w:szCs w:val="22"/>
        </w:rPr>
        <w:t>те, науке и технолошког развоја;</w:t>
      </w:r>
    </w:p>
    <w:p w:rsidR="00F13B89" w:rsidRPr="00F13B89" w:rsidRDefault="00F13B89" w:rsidP="00F13B8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F13B89">
        <w:rPr>
          <w:i/>
          <w:iCs/>
          <w:sz w:val="22"/>
          <w:szCs w:val="22"/>
        </w:rPr>
        <w:t>Превазилажење јаза између формалних и неформалних институција у земљама Балкана</w:t>
      </w:r>
      <w:r>
        <w:rPr>
          <w:iCs/>
          <w:sz w:val="22"/>
          <w:szCs w:val="22"/>
        </w:rPr>
        <w:t>, који</w:t>
      </w:r>
      <w:r w:rsidR="00564E4B" w:rsidRPr="00F13B89">
        <w:rPr>
          <w:iCs/>
          <w:sz w:val="22"/>
          <w:szCs w:val="22"/>
        </w:rPr>
        <w:t xml:space="preserve"> финансира</w:t>
      </w:r>
      <w:r w:rsidRPr="00F13B8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Европска комисија</w:t>
      </w:r>
      <w:r>
        <w:rPr>
          <w:sz w:val="22"/>
          <w:szCs w:val="22"/>
        </w:rPr>
        <w:t>;</w:t>
      </w:r>
    </w:p>
    <w:p w:rsidR="00564E4B" w:rsidRPr="00F13B89" w:rsidRDefault="00564E4B" w:rsidP="00F13B8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564E4B">
        <w:rPr>
          <w:i/>
          <w:iCs/>
          <w:sz w:val="22"/>
          <w:szCs w:val="22"/>
        </w:rPr>
        <w:t>Животне стратегије и стратегије преживљавања појединаца и домаћинстава друштава Југоисточне Европе у времену кризе</w:t>
      </w:r>
      <w:r w:rsidR="00F13B89">
        <w:rPr>
          <w:i/>
          <w:iCs/>
          <w:sz w:val="22"/>
          <w:szCs w:val="22"/>
        </w:rPr>
        <w:t xml:space="preserve">, </w:t>
      </w:r>
      <w:r w:rsidR="00F13B89" w:rsidRPr="00F13B89">
        <w:rPr>
          <w:iCs/>
          <w:sz w:val="22"/>
          <w:szCs w:val="22"/>
        </w:rPr>
        <w:t>који је</w:t>
      </w:r>
      <w:r w:rsidRPr="00F13B89">
        <w:rPr>
          <w:iCs/>
          <w:sz w:val="22"/>
          <w:szCs w:val="22"/>
        </w:rPr>
        <w:t xml:space="preserve"> финансирала</w:t>
      </w:r>
      <w:r w:rsidRPr="00564E4B">
        <w:rPr>
          <w:i/>
          <w:iCs/>
          <w:sz w:val="22"/>
          <w:szCs w:val="22"/>
        </w:rPr>
        <w:t xml:space="preserve"> </w:t>
      </w:r>
      <w:r w:rsidRPr="00564E4B">
        <w:rPr>
          <w:sz w:val="22"/>
          <w:szCs w:val="22"/>
        </w:rPr>
        <w:t>Швајцарск</w:t>
      </w:r>
      <w:r w:rsidR="00F13B89">
        <w:rPr>
          <w:sz w:val="22"/>
          <w:szCs w:val="22"/>
        </w:rPr>
        <w:t>а национална фондација за науку;</w:t>
      </w:r>
    </w:p>
    <w:p w:rsidR="00F13B89" w:rsidRPr="00F13B89" w:rsidRDefault="00564E4B" w:rsidP="00F13B89">
      <w:pPr>
        <w:pStyle w:val="Default"/>
        <w:numPr>
          <w:ilvl w:val="0"/>
          <w:numId w:val="4"/>
        </w:numPr>
        <w:jc w:val="both"/>
        <w:rPr>
          <w:iCs/>
          <w:color w:val="auto"/>
          <w:sz w:val="22"/>
          <w:szCs w:val="22"/>
        </w:rPr>
      </w:pPr>
      <w:r w:rsidRPr="00564E4B">
        <w:rPr>
          <w:i/>
          <w:iCs/>
          <w:sz w:val="22"/>
          <w:szCs w:val="22"/>
        </w:rPr>
        <w:t xml:space="preserve">Национална политика дијалога у области друштвених наука – друга фаза, </w:t>
      </w:r>
      <w:r w:rsidR="00F13B89">
        <w:rPr>
          <w:iCs/>
          <w:sz w:val="22"/>
          <w:szCs w:val="22"/>
        </w:rPr>
        <w:t xml:space="preserve">који је финасирала </w:t>
      </w:r>
      <w:r w:rsidR="00341DAE">
        <w:rPr>
          <w:iCs/>
          <w:color w:val="auto"/>
          <w:sz w:val="22"/>
          <w:szCs w:val="22"/>
          <w:lang w:val="sr-Cyrl-RS"/>
        </w:rPr>
        <w:t xml:space="preserve">Швајцарска агенција за развој и сарадњу </w:t>
      </w:r>
      <w:r w:rsidR="00F13B89">
        <w:rPr>
          <w:iCs/>
          <w:color w:val="auto"/>
          <w:sz w:val="22"/>
          <w:szCs w:val="22"/>
        </w:rPr>
        <w:t>(SDC);</w:t>
      </w:r>
    </w:p>
    <w:p w:rsidR="00F13B89" w:rsidRDefault="00564E4B" w:rsidP="00F13B8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564E4B">
        <w:rPr>
          <w:i/>
          <w:iCs/>
          <w:sz w:val="22"/>
          <w:szCs w:val="22"/>
        </w:rPr>
        <w:t xml:space="preserve">Изазови нове друштвене интеграције у Србији: концепти и актери, који је рализовао </w:t>
      </w:r>
      <w:r w:rsidRPr="00564E4B">
        <w:rPr>
          <w:sz w:val="22"/>
          <w:szCs w:val="22"/>
        </w:rPr>
        <w:t>Институт за социолошка истраживања Филозофског факултета у Београду, а финансирало Министарство просве</w:t>
      </w:r>
      <w:r w:rsidR="00F13B89">
        <w:rPr>
          <w:sz w:val="22"/>
          <w:szCs w:val="22"/>
        </w:rPr>
        <w:t>те, науке и технолошког развоја;</w:t>
      </w:r>
    </w:p>
    <w:p w:rsidR="009F4953" w:rsidRDefault="00F13B89" w:rsidP="00F13B89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i/>
          <w:sz w:val="22"/>
          <w:szCs w:val="22"/>
        </w:rPr>
        <w:t>Социјални и културни капитал у Србији</w:t>
      </w:r>
      <w:r w:rsidR="009F4953" w:rsidRPr="00F13B89">
        <w:rPr>
          <w:sz w:val="22"/>
          <w:szCs w:val="22"/>
        </w:rPr>
        <w:t xml:space="preserve">, који је реализовао </w:t>
      </w:r>
      <w:r w:rsidRPr="00F13B89">
        <w:rPr>
          <w:sz w:val="22"/>
          <w:szCs w:val="22"/>
          <w:lang w:val="sr-Cyrl-RS"/>
        </w:rPr>
        <w:t>ЦЕСК а</w:t>
      </w:r>
      <w:r>
        <w:rPr>
          <w:i/>
          <w:sz w:val="22"/>
          <w:szCs w:val="22"/>
          <w:lang w:val="sr-Cyrl-RS"/>
        </w:rPr>
        <w:t xml:space="preserve"> </w:t>
      </w:r>
      <w:r w:rsidRPr="00341DAE">
        <w:rPr>
          <w:sz w:val="22"/>
          <w:szCs w:val="22"/>
          <w:lang w:val="sr-Cyrl-RS"/>
        </w:rPr>
        <w:t>фиансирала</w:t>
      </w:r>
      <w:r>
        <w:rPr>
          <w:i/>
          <w:sz w:val="22"/>
          <w:szCs w:val="22"/>
          <w:lang w:val="sr-Cyrl-RS"/>
        </w:rPr>
        <w:t xml:space="preserve"> </w:t>
      </w:r>
      <w:r w:rsidRPr="00564E4B">
        <w:rPr>
          <w:sz w:val="22"/>
          <w:szCs w:val="22"/>
        </w:rPr>
        <w:t>Швајцарск</w:t>
      </w:r>
      <w:r w:rsidR="00F948E4">
        <w:rPr>
          <w:sz w:val="22"/>
          <w:szCs w:val="22"/>
        </w:rPr>
        <w:t>а национална фондација за науку.</w:t>
      </w:r>
    </w:p>
    <w:p w:rsidR="00F948E4" w:rsidRDefault="00F948E4" w:rsidP="00F948E4">
      <w:pPr>
        <w:pStyle w:val="Default"/>
        <w:ind w:left="1211"/>
        <w:jc w:val="both"/>
        <w:rPr>
          <w:sz w:val="22"/>
          <w:szCs w:val="22"/>
        </w:rPr>
      </w:pPr>
    </w:p>
    <w:p w:rsidR="00D23A5D" w:rsidRDefault="00D23A5D" w:rsidP="00F948E4">
      <w:pPr>
        <w:spacing w:after="0" w:line="360" w:lineRule="auto"/>
        <w:ind w:left="709"/>
        <w:jc w:val="both"/>
        <w:rPr>
          <w:rFonts w:ascii="Times New Roman" w:hAnsi="Times New Roman"/>
          <w:lang w:val="ru-RU"/>
        </w:rPr>
      </w:pPr>
      <w:r w:rsidRPr="00D23A5D">
        <w:rPr>
          <w:rFonts w:ascii="Times New Roman" w:hAnsi="Times New Roman"/>
        </w:rPr>
        <w:t xml:space="preserve">Ангажовање </w:t>
      </w:r>
      <w:r w:rsidRPr="00D23A5D">
        <w:rPr>
          <w:rFonts w:ascii="Times New Roman" w:hAnsi="Times New Roman"/>
          <w:lang w:val="sr-Cyrl-RS"/>
        </w:rPr>
        <w:t xml:space="preserve">кандидата </w:t>
      </w:r>
      <w:r w:rsidRPr="00D23A5D">
        <w:rPr>
          <w:rFonts w:ascii="Times New Roman" w:hAnsi="Times New Roman"/>
        </w:rPr>
        <w:t>у научном и истраживачком раду, огледа се и у учешћу на више научних скупова организованих у Србији и иностранству</w:t>
      </w:r>
      <w:r w:rsidRPr="00D23A5D">
        <w:rPr>
          <w:rFonts w:ascii="Times New Roman" w:hAnsi="Times New Roman"/>
          <w:lang w:val="sr-Cyrl-RS"/>
        </w:rPr>
        <w:t xml:space="preserve"> и објављеним научним радовима</w:t>
      </w:r>
      <w:r w:rsidRPr="00D23A5D">
        <w:rPr>
          <w:rFonts w:ascii="Times New Roman" w:hAnsi="Times New Roman"/>
          <w:lang w:val="ru-RU"/>
        </w:rPr>
        <w:t xml:space="preserve">, самостално или у коауторству, у часописима и зборницима, како домаћег тако и међународног карактера: </w:t>
      </w:r>
    </w:p>
    <w:p w:rsidR="00912349" w:rsidRDefault="00912349" w:rsidP="00B71D71">
      <w:pPr>
        <w:pStyle w:val="ListParagraph"/>
        <w:numPr>
          <w:ilvl w:val="0"/>
          <w:numId w:val="10"/>
        </w:numPr>
        <w:spacing w:before="240" w:after="0" w:line="240" w:lineRule="auto"/>
        <w:ind w:left="1134" w:hanging="28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Уче</w:t>
      </w:r>
      <w:r w:rsidR="00341DAE">
        <w:rPr>
          <w:rFonts w:ascii="Times New Roman" w:hAnsi="Times New Roman"/>
          <w:lang w:val="ru-RU"/>
        </w:rPr>
        <w:t>ствовао на бројним</w:t>
      </w:r>
      <w:r w:rsidR="004D5A96">
        <w:rPr>
          <w:rFonts w:ascii="Times New Roman" w:hAnsi="Times New Roman"/>
          <w:lang w:val="ru-RU"/>
        </w:rPr>
        <w:t xml:space="preserve"> (преко 20) </w:t>
      </w:r>
      <w:r w:rsidR="00341DAE">
        <w:rPr>
          <w:rFonts w:ascii="Times New Roman" w:hAnsi="Times New Roman"/>
          <w:lang w:val="ru-RU"/>
        </w:rPr>
        <w:t>међународним и домаћим ко</w:t>
      </w:r>
      <w:r>
        <w:rPr>
          <w:rFonts w:ascii="Times New Roman" w:hAnsi="Times New Roman"/>
          <w:lang w:val="ru-RU"/>
        </w:rPr>
        <w:t>нференцијама</w:t>
      </w:r>
    </w:p>
    <w:p w:rsidR="00912349" w:rsidRDefault="00FF2342" w:rsidP="00B71D71">
      <w:pPr>
        <w:pStyle w:val="ListParagraph"/>
        <w:numPr>
          <w:ilvl w:val="0"/>
          <w:numId w:val="10"/>
        </w:numPr>
        <w:spacing w:before="240" w:after="0" w:line="240" w:lineRule="auto"/>
        <w:ind w:left="1134" w:hanging="28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Објавио радове у следећим категоријама: </w:t>
      </w:r>
      <w:r w:rsidR="00912349">
        <w:rPr>
          <w:rFonts w:ascii="Times New Roman" w:hAnsi="Times New Roman"/>
          <w:lang w:val="ru-RU"/>
        </w:rPr>
        <w:t>1 рад у часопису међународног значаја (М23)</w:t>
      </w:r>
      <w:r>
        <w:rPr>
          <w:rFonts w:ascii="Times New Roman" w:hAnsi="Times New Roman"/>
          <w:lang w:val="ru-RU"/>
        </w:rPr>
        <w:t xml:space="preserve">; </w:t>
      </w:r>
      <w:r w:rsidRPr="00FF2342">
        <w:rPr>
          <w:rFonts w:ascii="Times New Roman" w:hAnsi="Times New Roman"/>
          <w:lang w:val="ru-RU"/>
        </w:rPr>
        <w:t>1 у водећем националном научном часопису (М51)</w:t>
      </w:r>
      <w:r>
        <w:rPr>
          <w:rFonts w:ascii="Times New Roman" w:hAnsi="Times New Roman"/>
          <w:lang w:val="ru-RU"/>
        </w:rPr>
        <w:t xml:space="preserve">; </w:t>
      </w:r>
      <w:r w:rsidRPr="00FF2342">
        <w:rPr>
          <w:rFonts w:ascii="Times New Roman" w:hAnsi="Times New Roman"/>
          <w:lang w:val="ru-RU"/>
        </w:rPr>
        <w:t xml:space="preserve">3 </w:t>
      </w:r>
      <w:r w:rsidR="00CB7826">
        <w:rPr>
          <w:rFonts w:ascii="Times New Roman" w:hAnsi="Times New Roman"/>
          <w:lang w:val="ru-RU"/>
        </w:rPr>
        <w:t xml:space="preserve">рада </w:t>
      </w:r>
      <w:r w:rsidRPr="00FF2342">
        <w:rPr>
          <w:rFonts w:ascii="Times New Roman" w:hAnsi="Times New Roman"/>
          <w:lang w:val="ru-RU"/>
        </w:rPr>
        <w:t>у националним научним часописима</w:t>
      </w:r>
      <w:r w:rsidR="00912349" w:rsidRPr="00FF2342">
        <w:rPr>
          <w:rFonts w:ascii="Times New Roman" w:hAnsi="Times New Roman"/>
          <w:lang w:val="ru-RU"/>
        </w:rPr>
        <w:t xml:space="preserve"> (М52)</w:t>
      </w:r>
      <w:r>
        <w:rPr>
          <w:rFonts w:ascii="Times New Roman" w:hAnsi="Times New Roman"/>
          <w:lang w:val="ru-RU"/>
        </w:rPr>
        <w:t xml:space="preserve">; </w:t>
      </w:r>
      <w:r w:rsidRPr="00FF2342">
        <w:rPr>
          <w:rFonts w:ascii="Times New Roman" w:hAnsi="Times New Roman"/>
          <w:lang w:val="ru-RU"/>
        </w:rPr>
        <w:t>1 рад у тематском зборнику од међународног значаја (М14)</w:t>
      </w:r>
      <w:r>
        <w:rPr>
          <w:rFonts w:ascii="Times New Roman" w:hAnsi="Times New Roman"/>
          <w:lang w:val="ru-RU"/>
        </w:rPr>
        <w:t xml:space="preserve">; </w:t>
      </w:r>
      <w:r w:rsidRPr="00FF2342">
        <w:rPr>
          <w:rFonts w:ascii="Times New Roman" w:hAnsi="Times New Roman"/>
          <w:lang w:val="ru-RU"/>
        </w:rPr>
        <w:t>2</w:t>
      </w:r>
      <w:r>
        <w:rPr>
          <w:rFonts w:ascii="Times New Roman" w:hAnsi="Times New Roman"/>
          <w:lang w:val="ru-RU"/>
        </w:rPr>
        <w:t xml:space="preserve"> у тематским зборницима националног значаја</w:t>
      </w:r>
      <w:r w:rsidRPr="00FF2342">
        <w:rPr>
          <w:rFonts w:ascii="Times New Roman" w:hAnsi="Times New Roman"/>
          <w:lang w:val="ru-RU"/>
        </w:rPr>
        <w:t xml:space="preserve"> (М45)</w:t>
      </w:r>
      <w:r>
        <w:rPr>
          <w:rFonts w:ascii="Times New Roman" w:hAnsi="Times New Roman"/>
          <w:lang w:val="ru-RU"/>
        </w:rPr>
        <w:t xml:space="preserve">; </w:t>
      </w:r>
      <w:r w:rsidR="00912349" w:rsidRPr="00FF2342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 xml:space="preserve"> у репрезентативном научном часопосу</w:t>
      </w:r>
      <w:r w:rsidR="00912349" w:rsidRPr="00FF2342">
        <w:rPr>
          <w:rFonts w:ascii="Times New Roman" w:hAnsi="Times New Roman"/>
          <w:lang w:val="ru-RU"/>
        </w:rPr>
        <w:t xml:space="preserve"> (М53)</w:t>
      </w:r>
      <w:r>
        <w:rPr>
          <w:rFonts w:ascii="Times New Roman" w:hAnsi="Times New Roman"/>
          <w:lang w:val="ru-RU"/>
        </w:rPr>
        <w:t xml:space="preserve">; </w:t>
      </w:r>
      <w:r w:rsidR="00912349" w:rsidRPr="00FF2342">
        <w:rPr>
          <w:rFonts w:ascii="Times New Roman" w:hAnsi="Times New Roman"/>
          <w:lang w:val="ru-RU"/>
        </w:rPr>
        <w:t>1</w:t>
      </w:r>
      <w:r w:rsidR="00CB7826">
        <w:rPr>
          <w:rFonts w:ascii="Times New Roman" w:hAnsi="Times New Roman"/>
          <w:lang w:val="ru-RU"/>
        </w:rPr>
        <w:t xml:space="preserve"> у домаћем новопокренутом часопису</w:t>
      </w:r>
      <w:r w:rsidR="00912349" w:rsidRPr="00FF2342">
        <w:rPr>
          <w:rFonts w:ascii="Times New Roman" w:hAnsi="Times New Roman"/>
          <w:lang w:val="ru-RU"/>
        </w:rPr>
        <w:t xml:space="preserve"> (М54)</w:t>
      </w:r>
      <w:r>
        <w:rPr>
          <w:rFonts w:ascii="Times New Roman" w:hAnsi="Times New Roman"/>
          <w:lang w:val="ru-RU"/>
        </w:rPr>
        <w:t xml:space="preserve">; </w:t>
      </w:r>
      <w:r w:rsidR="00CB7826">
        <w:rPr>
          <w:rFonts w:ascii="Times New Roman" w:hAnsi="Times New Roman"/>
          <w:lang w:val="ru-RU"/>
        </w:rPr>
        <w:t>3 рада</w:t>
      </w:r>
      <w:r w:rsidRPr="00FF2342">
        <w:rPr>
          <w:rFonts w:ascii="Times New Roman" w:hAnsi="Times New Roman"/>
          <w:lang w:val="ru-RU"/>
        </w:rPr>
        <w:t xml:space="preserve"> у зборнку радова запаженог научног скупа међународног карактера</w:t>
      </w:r>
      <w:r w:rsidR="00912349" w:rsidRPr="00FF2342">
        <w:rPr>
          <w:rFonts w:ascii="Times New Roman" w:hAnsi="Times New Roman"/>
          <w:lang w:val="ru-RU"/>
        </w:rPr>
        <w:t xml:space="preserve"> (М33)</w:t>
      </w:r>
      <w:r w:rsidRPr="00FF2342">
        <w:rPr>
          <w:rFonts w:ascii="Times New Roman" w:hAnsi="Times New Roman"/>
          <w:lang w:val="ru-RU"/>
        </w:rPr>
        <w:t>;</w:t>
      </w:r>
    </w:p>
    <w:p w:rsidR="00CB7826" w:rsidRPr="00FF2342" w:rsidRDefault="00CB7826" w:rsidP="00B71D71">
      <w:pPr>
        <w:pStyle w:val="ListParagraph"/>
        <w:numPr>
          <w:ilvl w:val="0"/>
          <w:numId w:val="10"/>
        </w:numPr>
        <w:spacing w:before="240" w:after="0" w:line="240" w:lineRule="auto"/>
        <w:ind w:left="1134" w:hanging="28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Учствовао на бројним трибинама, предавањима по позиву и јавним дискусијама.</w:t>
      </w:r>
    </w:p>
    <w:p w:rsidR="0031690E" w:rsidRPr="0031690E" w:rsidRDefault="0031690E" w:rsidP="003169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C0777" w:rsidRDefault="0031690E" w:rsidP="005C0777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31690E"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 w:rsidRPr="0031690E"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резултате научног и истраживачког рада др </w:t>
      </w:r>
      <w:r w:rsidR="00F13B89">
        <w:rPr>
          <w:rFonts w:ascii="Times New Roman" w:hAnsi="Times New Roman"/>
          <w:sz w:val="24"/>
          <w:szCs w:val="24"/>
        </w:rPr>
        <w:t>Немање Крстића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 w:rsidRPr="0031690E"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 w:rsidR="00564E4B"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</w:t>
      </w:r>
      <w:r w:rsidR="00564E4B">
        <w:rPr>
          <w:rFonts w:ascii="Times New Roman" w:hAnsi="Times New Roman"/>
          <w:i/>
          <w:sz w:val="24"/>
          <w:szCs w:val="24"/>
          <w:lang w:val="sr-Cyrl-RS"/>
        </w:rPr>
        <w:t>породице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564E4B">
        <w:rPr>
          <w:rFonts w:ascii="Times New Roman" w:hAnsi="Times New Roman"/>
          <w:i/>
          <w:sz w:val="24"/>
          <w:szCs w:val="24"/>
          <w:lang w:val="sr-Cyrl-CS"/>
        </w:rPr>
        <w:t>Социологија религије</w:t>
      </w:r>
      <w:r w:rsidRPr="0031690E">
        <w:rPr>
          <w:rFonts w:ascii="Times New Roman" w:hAnsi="Times New Roman"/>
          <w:sz w:val="24"/>
          <w:szCs w:val="24"/>
          <w:lang w:val="sr-Cyrl-CS"/>
        </w:rPr>
        <w:t>).</w:t>
      </w:r>
      <w:r w:rsidR="00BF6C6D" w:rsidRPr="0031690E">
        <w:rPr>
          <w:rFonts w:ascii="Times New Roman" w:hAnsi="Times New Roman"/>
          <w:sz w:val="24"/>
          <w:szCs w:val="24"/>
        </w:rPr>
        <w:t xml:space="preserve"> </w:t>
      </w:r>
    </w:p>
    <w:p w:rsidR="00B71D71" w:rsidRPr="00E7650D" w:rsidRDefault="00B71D71" w:rsidP="005C0777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BF6C6D" w:rsidRDefault="00FC2375" w:rsidP="00FC2375">
      <w:pPr>
        <w:spacing w:after="0"/>
        <w:jc w:val="right"/>
      </w:pPr>
      <w:r>
        <w:t>________________________________</w:t>
      </w:r>
    </w:p>
    <w:p w:rsidR="00FC2375" w:rsidRPr="00FC2375" w:rsidRDefault="00564E4B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Бранислав Стевановић</w:t>
      </w: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4812F8" w:rsidRDefault="00564E4B" w:rsidP="0008763E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Управник</w:t>
      </w:r>
      <w:r w:rsidR="00FC2375" w:rsidRPr="00FC2375">
        <w:rPr>
          <w:rFonts w:ascii="Times New Roman" w:hAnsi="Times New Roman"/>
          <w:sz w:val="18"/>
          <w:szCs w:val="18"/>
        </w:rPr>
        <w:t xml:space="preserve"> Департмана за Социологију</w:t>
      </w:r>
    </w:p>
    <w:p w:rsidR="006C0513" w:rsidRDefault="006C0513" w:rsidP="00A337D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C0513" w:rsidRDefault="006C0513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6C0513" w:rsidRDefault="006C0513" w:rsidP="006C051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E4DA4">
        <w:rPr>
          <w:rFonts w:ascii="Times New Roman" w:hAnsi="Times New Roman"/>
          <w:b/>
          <w:sz w:val="24"/>
          <w:szCs w:val="24"/>
          <w:lang w:val="sr-Cyrl-CS"/>
        </w:rPr>
        <w:t>ОЦЕНА АНГАЖОВАЊА КАНДИДАТА У РАЗВОЈУ НАСТАВЕ И РАЗВОЈУ ДРУГИХ ДЕЛАТНОСТИ ВИСОКОШКОЛСКЕ</w:t>
      </w:r>
      <w:r>
        <w:rPr>
          <w:b/>
          <w:lang w:val="sr-Cyrl-CS"/>
        </w:rPr>
        <w:t xml:space="preserve"> </w:t>
      </w:r>
      <w:r w:rsidRPr="00457146">
        <w:rPr>
          <w:rFonts w:ascii="Times New Roman" w:hAnsi="Times New Roman"/>
          <w:b/>
          <w:sz w:val="24"/>
          <w:szCs w:val="24"/>
          <w:lang w:val="sr-Cyrl-CS"/>
        </w:rPr>
        <w:t>УСТАНОВЕ</w:t>
      </w:r>
    </w:p>
    <w:p w:rsidR="00CB7826" w:rsidRDefault="00CB7826" w:rsidP="00F948E4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CB7826" w:rsidRPr="00457146" w:rsidRDefault="00CB7826" w:rsidP="00F948E4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6C0513" w:rsidRDefault="00D477DF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Као асистент кандидат </w:t>
      </w:r>
      <w:r w:rsidR="006C0513" w:rsidRPr="0018700C">
        <w:rPr>
          <w:rFonts w:ascii="Times New Roman" w:hAnsi="Times New Roman"/>
        </w:rPr>
        <w:t xml:space="preserve"> активно </w:t>
      </w:r>
      <w:r>
        <w:rPr>
          <w:rFonts w:ascii="Times New Roman" w:hAnsi="Times New Roman"/>
          <w:lang w:val="sr-Cyrl-RS"/>
        </w:rPr>
        <w:t xml:space="preserve">Крстић је </w:t>
      </w:r>
      <w:r w:rsidR="006C0513" w:rsidRPr="0018700C">
        <w:rPr>
          <w:rFonts w:ascii="Times New Roman" w:hAnsi="Times New Roman"/>
        </w:rPr>
        <w:t>учествовао у креирању силабуса и курикулума Департмана за социологију у периоду реакредитације Филозофског факултета</w:t>
      </w:r>
      <w:r w:rsidR="006C0513">
        <w:rPr>
          <w:rFonts w:ascii="Times New Roman" w:hAnsi="Times New Roman"/>
        </w:rPr>
        <w:t>, као и креирању и ажурирању електронског обрасца потребног за акредитацију студијских програма.</w:t>
      </w:r>
    </w:p>
    <w:p w:rsidR="006C0513" w:rsidRDefault="00D477DF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Током 20</w:t>
      </w:r>
      <w:r w:rsidR="00A337DB">
        <w:rPr>
          <w:rFonts w:ascii="Times New Roman" w:hAnsi="Times New Roman"/>
          <w:lang w:val="sr-Cyrl-RS"/>
        </w:rPr>
        <w:t>12/2013</w:t>
      </w:r>
      <w:r>
        <w:rPr>
          <w:rFonts w:ascii="Times New Roman" w:hAnsi="Times New Roman"/>
        </w:rPr>
        <w:t>. и 2013</w:t>
      </w:r>
      <w:r w:rsidR="00A337DB">
        <w:rPr>
          <w:rFonts w:ascii="Times New Roman" w:hAnsi="Times New Roman"/>
          <w:lang w:val="sr-Cyrl-RS"/>
        </w:rPr>
        <w:t>/2014</w:t>
      </w:r>
      <w:r>
        <w:rPr>
          <w:rFonts w:ascii="Times New Roman" w:hAnsi="Times New Roman"/>
        </w:rPr>
        <w:t>. године Немања Крстић</w:t>
      </w:r>
      <w:r w:rsidR="006C0513">
        <w:rPr>
          <w:rFonts w:ascii="Times New Roman" w:hAnsi="Times New Roman"/>
        </w:rPr>
        <w:t xml:space="preserve"> је обављао посао Секретара департмана за социологију.</w:t>
      </w:r>
    </w:p>
    <w:p w:rsidR="006C0513" w:rsidRDefault="006C0513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Био је члан организационих и програмских одбора научних скупова организованих од стране Центра за социолошка истраживања.</w:t>
      </w:r>
    </w:p>
    <w:p w:rsidR="006C0513" w:rsidRDefault="006C0513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 w:rsidRPr="0018700C">
        <w:rPr>
          <w:rFonts w:ascii="Times New Roman" w:hAnsi="Times New Roman"/>
        </w:rPr>
        <w:t xml:space="preserve">На Департману за социологију успешно изводи наставу на нивоу основних и мастер студија.  Изводи наставу и на осталим департманима Филозофског факултета на изборним предметима који су прихваћени од стране великог броја студената. </w:t>
      </w:r>
    </w:p>
    <w:p w:rsidR="00A337DB" w:rsidRPr="00A337DB" w:rsidRDefault="006C0513" w:rsidP="00F948E4">
      <w:pPr>
        <w:spacing w:line="360" w:lineRule="auto"/>
        <w:ind w:firstLine="708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Као члан Комисије</w:t>
      </w:r>
      <w:r w:rsidR="00D477DF">
        <w:rPr>
          <w:rFonts w:ascii="Times New Roman" w:hAnsi="Times New Roman"/>
        </w:rPr>
        <w:t xml:space="preserve"> за рангирање, од 2012</w:t>
      </w:r>
      <w:r w:rsidR="00F948E4">
        <w:rPr>
          <w:rFonts w:ascii="Times New Roman" w:hAnsi="Times New Roman"/>
        </w:rPr>
        <w:t>.</w:t>
      </w:r>
      <w:r w:rsidR="00D477DF">
        <w:rPr>
          <w:rFonts w:ascii="Times New Roman" w:hAnsi="Times New Roman"/>
        </w:rPr>
        <w:t xml:space="preserve"> године редовно је учествовао </w:t>
      </w:r>
      <w:r w:rsidRPr="0018700C">
        <w:rPr>
          <w:rFonts w:ascii="Times New Roman" w:hAnsi="Times New Roman"/>
        </w:rPr>
        <w:t>у спровођењу пријемних ис</w:t>
      </w:r>
      <w:r>
        <w:rPr>
          <w:rFonts w:ascii="Times New Roman" w:hAnsi="Times New Roman"/>
        </w:rPr>
        <w:t>пита на свим нивоима студирања.</w:t>
      </w:r>
      <w:r w:rsidR="00A337DB">
        <w:rPr>
          <w:rFonts w:ascii="Times New Roman" w:hAnsi="Times New Roman"/>
          <w:lang w:val="sr-Cyrl-RS"/>
        </w:rPr>
        <w:t xml:space="preserve"> Такође је члан тима за промоцију факултета. </w:t>
      </w:r>
    </w:p>
    <w:p w:rsidR="006C0513" w:rsidRDefault="006C0513" w:rsidP="00F948E4">
      <w:pPr>
        <w:spacing w:after="0" w:line="360" w:lineRule="auto"/>
        <w:ind w:firstLine="708"/>
        <w:jc w:val="both"/>
      </w:pPr>
      <w:r w:rsidRPr="0031690E"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 w:rsidRPr="0031690E"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/>
          <w:sz w:val="24"/>
          <w:szCs w:val="24"/>
          <w:lang w:val="sr-Cyrl-CS"/>
        </w:rPr>
        <w:t>ангажовање кандидата у развоју наставе и развоју других делатности високошколске установе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др </w:t>
      </w:r>
      <w:r w:rsidR="00D477DF">
        <w:rPr>
          <w:rFonts w:ascii="Times New Roman" w:hAnsi="Times New Roman"/>
          <w:sz w:val="24"/>
          <w:szCs w:val="24"/>
        </w:rPr>
        <w:t>Немање Крстића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 w:rsidRPr="0031690E"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 w:rsidRPr="0031690E"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 w:rsidR="00D477DF"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</w:t>
      </w:r>
      <w:r w:rsidR="00D477DF">
        <w:rPr>
          <w:rFonts w:ascii="Times New Roman" w:hAnsi="Times New Roman"/>
          <w:i/>
          <w:sz w:val="24"/>
          <w:szCs w:val="24"/>
          <w:lang w:val="sr-Cyrl-RS"/>
        </w:rPr>
        <w:t>породице</w:t>
      </w:r>
      <w:r w:rsidR="00D477DF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D477DF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D477DF">
        <w:rPr>
          <w:rFonts w:ascii="Times New Roman" w:hAnsi="Times New Roman"/>
          <w:i/>
          <w:sz w:val="24"/>
          <w:szCs w:val="24"/>
          <w:lang w:val="sr-Cyrl-CS"/>
        </w:rPr>
        <w:t>Социологија религије</w:t>
      </w:r>
      <w:r w:rsidRPr="0031690E">
        <w:rPr>
          <w:rFonts w:ascii="Times New Roman" w:hAnsi="Times New Roman"/>
          <w:sz w:val="24"/>
          <w:szCs w:val="24"/>
          <w:lang w:val="sr-Cyrl-CS"/>
        </w:rPr>
        <w:t>).</w:t>
      </w:r>
    </w:p>
    <w:p w:rsidR="006C0513" w:rsidRDefault="006C0513" w:rsidP="006C0513">
      <w:pPr>
        <w:spacing w:line="480" w:lineRule="auto"/>
        <w:ind w:firstLine="708"/>
      </w:pPr>
    </w:p>
    <w:p w:rsidR="00CB7826" w:rsidRDefault="00CB7826" w:rsidP="006C0513">
      <w:pPr>
        <w:spacing w:line="480" w:lineRule="auto"/>
        <w:ind w:firstLine="708"/>
      </w:pPr>
    </w:p>
    <w:p w:rsidR="005C0777" w:rsidRDefault="005C0777" w:rsidP="006C0513">
      <w:pPr>
        <w:spacing w:line="480" w:lineRule="auto"/>
        <w:ind w:firstLine="708"/>
      </w:pPr>
    </w:p>
    <w:p w:rsidR="00CB7826" w:rsidRDefault="00CB7826" w:rsidP="006C0513">
      <w:pPr>
        <w:spacing w:line="480" w:lineRule="auto"/>
        <w:ind w:firstLine="708"/>
      </w:pPr>
    </w:p>
    <w:p w:rsidR="006C0513" w:rsidRDefault="006C0513" w:rsidP="006C0513">
      <w:pPr>
        <w:spacing w:after="0"/>
        <w:jc w:val="right"/>
      </w:pPr>
      <w:r>
        <w:t>________________________________</w:t>
      </w:r>
    </w:p>
    <w:p w:rsidR="00A337DB" w:rsidRPr="00FC2375" w:rsidRDefault="00A337DB" w:rsidP="00A337DB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Бранислав Стевановић</w:t>
      </w:r>
    </w:p>
    <w:p w:rsidR="00A337DB" w:rsidRDefault="00A337DB" w:rsidP="00A337DB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CB7826" w:rsidRPr="005C0777" w:rsidRDefault="00A337DB" w:rsidP="005C0777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Управник</w:t>
      </w:r>
      <w:r w:rsidRPr="00FC2375">
        <w:rPr>
          <w:rFonts w:ascii="Times New Roman" w:hAnsi="Times New Roman"/>
          <w:sz w:val="18"/>
          <w:szCs w:val="18"/>
        </w:rPr>
        <w:t xml:space="preserve"> Департмана за Социологију</w:t>
      </w:r>
    </w:p>
    <w:p w:rsidR="004812F8" w:rsidRDefault="004812F8" w:rsidP="004812F8">
      <w:pPr>
        <w:spacing w:line="48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OЦЕНА ПЕДАГОШКОГ РАДА И ДОПРИНОС РАЗВОЈУ НАСТАВЕ</w:t>
      </w:r>
    </w:p>
    <w:p w:rsidR="004812F8" w:rsidRDefault="00A337DB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Као асистент кандидат Крстић</w:t>
      </w:r>
      <w:r w:rsidR="004812F8">
        <w:rPr>
          <w:rFonts w:ascii="Times New Roman" w:hAnsi="Times New Roman"/>
        </w:rPr>
        <w:t xml:space="preserve"> је активно учествовао у креирању силабуса и курикулума Департмана за социологију у периоду реакредитације Филозофског факултета</w:t>
      </w:r>
    </w:p>
    <w:p w:rsidR="004812F8" w:rsidRDefault="004812F8" w:rsidP="00F948E4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Департману за социологију успешно </w:t>
      </w:r>
      <w:r w:rsidR="006D34F4">
        <w:rPr>
          <w:rFonts w:ascii="Times New Roman" w:hAnsi="Times New Roman"/>
          <w:lang w:val="sr-Cyrl-RS"/>
        </w:rPr>
        <w:t>учествује у реализацији</w:t>
      </w:r>
      <w:r w:rsidR="006D34F4">
        <w:rPr>
          <w:rFonts w:ascii="Times New Roman" w:hAnsi="Times New Roman"/>
        </w:rPr>
        <w:t xml:space="preserve"> наставе</w:t>
      </w:r>
      <w:r>
        <w:rPr>
          <w:rFonts w:ascii="Times New Roman" w:hAnsi="Times New Roman"/>
        </w:rPr>
        <w:t xml:space="preserve"> на н</w:t>
      </w:r>
      <w:r w:rsidR="00A337DB">
        <w:rPr>
          <w:rFonts w:ascii="Times New Roman" w:hAnsi="Times New Roman"/>
        </w:rPr>
        <w:t>ивоу основних и мастер студија.</w:t>
      </w:r>
      <w:r>
        <w:rPr>
          <w:rFonts w:ascii="Times New Roman" w:hAnsi="Times New Roman"/>
        </w:rPr>
        <w:t xml:space="preserve"> </w:t>
      </w:r>
      <w:r w:rsidR="006D34F4">
        <w:rPr>
          <w:rFonts w:ascii="Times New Roman" w:hAnsi="Times New Roman"/>
          <w:lang w:val="sr-Cyrl-RS"/>
        </w:rPr>
        <w:t>Учествује у реализацији</w:t>
      </w:r>
      <w:r w:rsidR="006D34F4">
        <w:rPr>
          <w:rFonts w:ascii="Times New Roman" w:hAnsi="Times New Roman"/>
        </w:rPr>
        <w:t xml:space="preserve"> наставе</w:t>
      </w:r>
      <w:bookmarkStart w:id="0" w:name="_GoBack"/>
      <w:bookmarkEnd w:id="0"/>
      <w:r>
        <w:rPr>
          <w:rFonts w:ascii="Times New Roman" w:hAnsi="Times New Roman"/>
        </w:rPr>
        <w:t xml:space="preserve"> и на осталим департманима Филозофског факултета на изборним предметима који су прихваћени од стране великог броја студената. Учествује у спровођењу пријемних испита на свим нивоима студирања. Обављао је функцију секретара Департмана за социологију. </w:t>
      </w:r>
      <w:r w:rsidR="00795F6F">
        <w:rPr>
          <w:rFonts w:ascii="Times New Roman" w:hAnsi="Times New Roman"/>
          <w:lang w:val="sr-Cyrl-RS"/>
        </w:rPr>
        <w:t>Студенти су при евалуацији педагошки рад кандидата оцењивали високим оценама.</w:t>
      </w:r>
    </w:p>
    <w:p w:rsidR="004812F8" w:rsidRPr="00341DAE" w:rsidRDefault="004812F8" w:rsidP="00A337DB">
      <w:pPr>
        <w:spacing w:after="0" w:line="360" w:lineRule="auto"/>
        <w:ind w:firstLine="709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>У досадашњем раду наставу је</w:t>
      </w:r>
      <w:r w:rsidR="00341DAE">
        <w:rPr>
          <w:rFonts w:ascii="Times New Roman" w:hAnsi="Times New Roman"/>
        </w:rPr>
        <w:t xml:space="preserve"> изводио на следећим предметима </w:t>
      </w:r>
      <w:r w:rsidR="00341DAE">
        <w:rPr>
          <w:rFonts w:ascii="Times New Roman" w:hAnsi="Times New Roman"/>
          <w:lang w:val="sr-Cyrl-RS"/>
        </w:rPr>
        <w:t>на основним академским студијама: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Социологија породице</w:t>
      </w:r>
      <w:r w:rsidR="00341DAE">
        <w:rPr>
          <w:rFonts w:ascii="Times New Roman" w:hAnsi="Times New Roman"/>
        </w:rPr>
        <w:t xml:space="preserve">      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Социологија </w:t>
      </w:r>
      <w:r>
        <w:rPr>
          <w:rFonts w:ascii="Times New Roman" w:hAnsi="Times New Roman"/>
          <w:lang w:val="sr-Cyrl-RS"/>
        </w:rPr>
        <w:t>религије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Социјална патологија</w:t>
      </w:r>
    </w:p>
    <w:p w:rsidR="004812F8" w:rsidRDefault="004812F8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Социологија права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Етничке групе и нације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Савремене социолошке теорије</w:t>
      </w:r>
    </w:p>
    <w:p w:rsidR="00A337DB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Социјална стратификација</w:t>
      </w:r>
    </w:p>
    <w:p w:rsidR="004812F8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Увод у светске религије</w:t>
      </w:r>
    </w:p>
    <w:p w:rsidR="00A337DB" w:rsidRDefault="00A337DB" w:rsidP="00F948E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Савремени социјални проблеми</w:t>
      </w:r>
    </w:p>
    <w:p w:rsidR="00341DAE" w:rsidRDefault="00341DAE" w:rsidP="00341DAE">
      <w:pPr>
        <w:spacing w:after="0" w:line="360" w:lineRule="auto"/>
        <w:ind w:left="708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И на мастер академским студијама:</w:t>
      </w:r>
    </w:p>
    <w:p w:rsidR="00341DAE" w:rsidRDefault="00341DAE" w:rsidP="00341DAE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Социологија савремене породице</w:t>
      </w:r>
    </w:p>
    <w:p w:rsidR="00341DAE" w:rsidRDefault="00341DAE" w:rsidP="00341DAE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Породица у систему социјалне заштите</w:t>
      </w:r>
    </w:p>
    <w:p w:rsidR="00341DAE" w:rsidRPr="00341DAE" w:rsidRDefault="00341DAE" w:rsidP="00341DAE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Породична политика и политика здравствене заштите</w:t>
      </w:r>
    </w:p>
    <w:p w:rsidR="004812F8" w:rsidRDefault="004812F8" w:rsidP="00341DAE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812F8" w:rsidRDefault="004812F8" w:rsidP="00F948E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горе наведеног, даје се </w:t>
      </w:r>
      <w:r>
        <w:rPr>
          <w:rFonts w:ascii="Times New Roman" w:hAnsi="Times New Roman"/>
          <w:b/>
          <w:sz w:val="24"/>
          <w:szCs w:val="24"/>
          <w:lang w:val="sr-Cyrl-CS"/>
        </w:rPr>
        <w:t>позитивна оцена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педагошки рад и допринос развоју наставе др </w:t>
      </w:r>
      <w:r w:rsidR="00A337DB">
        <w:rPr>
          <w:rFonts w:ascii="Times New Roman" w:hAnsi="Times New Roman"/>
          <w:sz w:val="24"/>
          <w:szCs w:val="24"/>
        </w:rPr>
        <w:t>Немање Крстића</w:t>
      </w:r>
      <w:r>
        <w:rPr>
          <w:rFonts w:ascii="Times New Roman" w:hAnsi="Times New Roman"/>
          <w:sz w:val="24"/>
          <w:szCs w:val="24"/>
          <w:lang w:val="sr-Cyrl-CS"/>
        </w:rPr>
        <w:t xml:space="preserve">, кандидата за избор у звање </w:t>
      </w:r>
      <w:r>
        <w:rPr>
          <w:rFonts w:ascii="Times New Roman" w:hAnsi="Times New Roman"/>
          <w:i/>
          <w:sz w:val="24"/>
          <w:szCs w:val="24"/>
          <w:lang w:val="sr-Cyrl-CS"/>
        </w:rPr>
        <w:t>доцент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Социологија (</w:t>
      </w:r>
      <w:r w:rsidR="00A337DB">
        <w:rPr>
          <w:rFonts w:ascii="Times New Roman" w:hAnsi="Times New Roman"/>
          <w:i/>
          <w:sz w:val="24"/>
          <w:szCs w:val="24"/>
          <w:lang w:val="sr-Cyrl-CS"/>
        </w:rPr>
        <w:t xml:space="preserve">Социологија </w:t>
      </w:r>
      <w:r w:rsidR="00A337DB">
        <w:rPr>
          <w:rFonts w:ascii="Times New Roman" w:hAnsi="Times New Roman"/>
          <w:i/>
          <w:sz w:val="24"/>
          <w:szCs w:val="24"/>
          <w:lang w:val="sr-Cyrl-RS"/>
        </w:rPr>
        <w:t>породице</w:t>
      </w:r>
      <w:r w:rsidR="00A337DB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="00A337DB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A337DB">
        <w:rPr>
          <w:rFonts w:ascii="Times New Roman" w:hAnsi="Times New Roman"/>
          <w:i/>
          <w:sz w:val="24"/>
          <w:szCs w:val="24"/>
          <w:lang w:val="sr-Cyrl-CS"/>
        </w:rPr>
        <w:t>Социологија религије</w:t>
      </w:r>
      <w:r>
        <w:rPr>
          <w:rFonts w:ascii="Times New Roman" w:hAnsi="Times New Roman"/>
          <w:sz w:val="24"/>
          <w:szCs w:val="24"/>
          <w:lang w:val="sr-Cyrl-CS"/>
        </w:rPr>
        <w:t>).</w:t>
      </w:r>
    </w:p>
    <w:p w:rsidR="00690EDB" w:rsidRDefault="00690EDB" w:rsidP="00341DAE">
      <w:pPr>
        <w:spacing w:after="0" w:line="480" w:lineRule="auto"/>
        <w:jc w:val="both"/>
      </w:pPr>
    </w:p>
    <w:p w:rsidR="004812F8" w:rsidRDefault="004812F8" w:rsidP="004812F8">
      <w:pPr>
        <w:spacing w:after="0"/>
        <w:jc w:val="right"/>
      </w:pPr>
      <w:r>
        <w:t>________________________________</w:t>
      </w:r>
    </w:p>
    <w:p w:rsidR="00A337DB" w:rsidRPr="00FC2375" w:rsidRDefault="00A337DB" w:rsidP="00A337DB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Бранислав Стевановић</w:t>
      </w:r>
    </w:p>
    <w:p w:rsidR="00A337DB" w:rsidRDefault="00A337DB" w:rsidP="00A337DB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A337DB" w:rsidRDefault="00A337DB" w:rsidP="00A337DB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Управник</w:t>
      </w:r>
      <w:r w:rsidRPr="00FC2375">
        <w:rPr>
          <w:rFonts w:ascii="Times New Roman" w:hAnsi="Times New Roman"/>
          <w:sz w:val="18"/>
          <w:szCs w:val="18"/>
        </w:rPr>
        <w:t xml:space="preserve"> Департмана за Социологију</w:t>
      </w:r>
    </w:p>
    <w:p w:rsidR="004812F8" w:rsidRDefault="004812F8" w:rsidP="00FC2375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08763E" w:rsidRDefault="0008763E" w:rsidP="0008763E">
      <w:pPr>
        <w:rPr>
          <w:rFonts w:ascii="Times New Roman" w:hAnsi="Times New Roman"/>
          <w:b/>
          <w:sz w:val="24"/>
          <w:szCs w:val="24"/>
        </w:rPr>
      </w:pPr>
    </w:p>
    <w:p w:rsidR="00A337DB" w:rsidRDefault="00A337DB" w:rsidP="00A337DB">
      <w:pPr>
        <w:jc w:val="center"/>
        <w:rPr>
          <w:rFonts w:ascii="Times New Roman" w:hAnsi="Times New Roman"/>
          <w:b/>
          <w:sz w:val="24"/>
          <w:szCs w:val="24"/>
        </w:rPr>
      </w:pPr>
      <w:r w:rsidRPr="00DC45E8">
        <w:rPr>
          <w:rFonts w:ascii="Times New Roman" w:hAnsi="Times New Roman"/>
          <w:b/>
          <w:sz w:val="24"/>
          <w:szCs w:val="24"/>
        </w:rPr>
        <w:lastRenderedPageBreak/>
        <w:t xml:space="preserve">ОЦЕНУ </w:t>
      </w:r>
      <w:r w:rsidRPr="00DC45E8">
        <w:rPr>
          <w:rFonts w:ascii="Times New Roman" w:hAnsi="Times New Roman"/>
          <w:b/>
          <w:sz w:val="24"/>
          <w:szCs w:val="24"/>
          <w:lang w:val="sr-Cyrl-CS"/>
        </w:rPr>
        <w:t xml:space="preserve">ПРИСТУПНОГ ПРЕДАВАЊА </w:t>
      </w:r>
      <w:r w:rsidRPr="00DC45E8">
        <w:rPr>
          <w:rFonts w:ascii="Times New Roman" w:hAnsi="Times New Roman"/>
          <w:b/>
          <w:sz w:val="24"/>
          <w:szCs w:val="24"/>
        </w:rPr>
        <w:t>КАНДИДАТА</w:t>
      </w:r>
    </w:p>
    <w:p w:rsidR="00E7650D" w:rsidRPr="00DC45E8" w:rsidRDefault="00E7650D" w:rsidP="00A337DB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337DB" w:rsidRDefault="00A337DB" w:rsidP="00A337DB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A337DB" w:rsidRPr="00F948E4" w:rsidRDefault="00A337DB" w:rsidP="000F4CF5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F948E4">
        <w:rPr>
          <w:rFonts w:ascii="Times New Roman" w:hAnsi="Times New Roman"/>
        </w:rPr>
        <w:t xml:space="preserve">Др Немања Крстић кандидат на конкурсу за избор једног наставника у звање доцент за ужу научну област </w:t>
      </w:r>
      <w:r w:rsidRPr="00F948E4">
        <w:rPr>
          <w:rFonts w:ascii="Times New Roman" w:hAnsi="Times New Roman"/>
          <w:lang w:val="sr-Cyrl-CS"/>
        </w:rPr>
        <w:t>Социологија (</w:t>
      </w:r>
      <w:r w:rsidRPr="00F948E4">
        <w:rPr>
          <w:rFonts w:ascii="Times New Roman" w:hAnsi="Times New Roman"/>
          <w:i/>
          <w:lang w:val="sr-Cyrl-CS"/>
        </w:rPr>
        <w:t xml:space="preserve">Социологија </w:t>
      </w:r>
      <w:r w:rsidRPr="00F948E4">
        <w:rPr>
          <w:rFonts w:ascii="Times New Roman" w:hAnsi="Times New Roman"/>
          <w:i/>
          <w:lang w:val="sr-Cyrl-RS"/>
        </w:rPr>
        <w:t>породице</w:t>
      </w:r>
      <w:r w:rsidRPr="00F948E4">
        <w:rPr>
          <w:rFonts w:ascii="Times New Roman" w:hAnsi="Times New Roman"/>
          <w:i/>
          <w:lang w:val="sr-Cyrl-CS"/>
        </w:rPr>
        <w:t xml:space="preserve"> </w:t>
      </w:r>
      <w:r w:rsidRPr="00F948E4">
        <w:rPr>
          <w:rFonts w:ascii="Times New Roman" w:hAnsi="Times New Roman"/>
          <w:lang w:val="sr-Cyrl-CS"/>
        </w:rPr>
        <w:t xml:space="preserve">и </w:t>
      </w:r>
      <w:r w:rsidRPr="00F948E4">
        <w:rPr>
          <w:rFonts w:ascii="Times New Roman" w:hAnsi="Times New Roman"/>
          <w:i/>
          <w:lang w:val="sr-Cyrl-CS"/>
        </w:rPr>
        <w:t>Социологија религије</w:t>
      </w:r>
      <w:r w:rsidRPr="00F948E4">
        <w:rPr>
          <w:rFonts w:ascii="Times New Roman" w:hAnsi="Times New Roman"/>
          <w:lang w:val="sr-Cyrl-CS"/>
        </w:rPr>
        <w:t>)</w:t>
      </w:r>
      <w:r w:rsidRPr="00F948E4">
        <w:rPr>
          <w:rFonts w:ascii="Times New Roman" w:hAnsi="Times New Roman"/>
        </w:rPr>
        <w:t xml:space="preserve">, </w:t>
      </w:r>
      <w:r w:rsidRPr="00F948E4">
        <w:rPr>
          <w:rFonts w:ascii="Times New Roman" w:hAnsi="Times New Roman"/>
          <w:lang w:val="sr-Cyrl-RS"/>
        </w:rPr>
        <w:t xml:space="preserve">одржао је приступно предавање </w:t>
      </w:r>
      <w:r w:rsidR="000F4CF5" w:rsidRPr="00F948E4">
        <w:rPr>
          <w:rFonts w:ascii="Times New Roman" w:hAnsi="Times New Roman"/>
          <w:lang w:val="sr-Cyrl-RS"/>
        </w:rPr>
        <w:t xml:space="preserve">11. јануара 2019. године, на Филозофском факултету у Нишу, са темом: </w:t>
      </w:r>
      <w:r w:rsidR="000F4CF5" w:rsidRPr="00F948E4">
        <w:rPr>
          <w:rFonts w:ascii="Times New Roman" w:hAnsi="Times New Roman"/>
          <w:i/>
          <w:lang w:val="sr-Cyrl-RS"/>
        </w:rPr>
        <w:t>Интимност у породичним односима</w:t>
      </w:r>
      <w:r w:rsidR="000F4CF5" w:rsidRPr="00F948E4">
        <w:rPr>
          <w:rFonts w:ascii="Times New Roman" w:hAnsi="Times New Roman"/>
          <w:lang w:val="sr-Cyrl-RS"/>
        </w:rPr>
        <w:t xml:space="preserve">. </w:t>
      </w:r>
      <w:r w:rsidRPr="00F948E4">
        <w:rPr>
          <w:rFonts w:ascii="Times New Roman" w:hAnsi="Times New Roman"/>
        </w:rPr>
        <w:t>Приступно предавање реализовано је пред Комисијом у саставу:</w:t>
      </w:r>
    </w:p>
    <w:p w:rsidR="000F4CF5" w:rsidRPr="00F948E4" w:rsidRDefault="000F4CF5" w:rsidP="000F4CF5">
      <w:pPr>
        <w:spacing w:after="0" w:line="360" w:lineRule="auto"/>
        <w:ind w:firstLine="1134"/>
        <w:jc w:val="both"/>
        <w:rPr>
          <w:rFonts w:ascii="Times New Roman" w:hAnsi="Times New Roman"/>
          <w:lang w:val="sr-Cyrl-RS"/>
        </w:rPr>
      </w:pPr>
    </w:p>
    <w:p w:rsidR="00A337DB" w:rsidRPr="00F948E4" w:rsidRDefault="000F4CF5" w:rsidP="000F4CF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948E4">
        <w:rPr>
          <w:rFonts w:ascii="Times New Roman" w:hAnsi="Times New Roman"/>
        </w:rPr>
        <w:t xml:space="preserve">др Драгана </w:t>
      </w:r>
      <w:r w:rsidRPr="00F948E4">
        <w:rPr>
          <w:rFonts w:ascii="Times New Roman" w:hAnsi="Times New Roman"/>
          <w:lang w:val="sr-Cyrl-RS"/>
        </w:rPr>
        <w:t>С. Захаријевски</w:t>
      </w:r>
      <w:r w:rsidR="00A337DB" w:rsidRPr="00F948E4">
        <w:rPr>
          <w:rFonts w:ascii="Times New Roman" w:hAnsi="Times New Roman"/>
        </w:rPr>
        <w:t xml:space="preserve">, редовни професор Филозофског факултета у Нишу (председник) </w:t>
      </w:r>
    </w:p>
    <w:p w:rsidR="00A337DB" w:rsidRPr="00F948E4" w:rsidRDefault="00A337DB" w:rsidP="000F4CF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948E4">
        <w:rPr>
          <w:rFonts w:ascii="Times New Roman" w:hAnsi="Times New Roman"/>
        </w:rPr>
        <w:t xml:space="preserve">др </w:t>
      </w:r>
      <w:r w:rsidR="000F4CF5" w:rsidRPr="00F948E4">
        <w:rPr>
          <w:rFonts w:ascii="Times New Roman" w:hAnsi="Times New Roman"/>
        </w:rPr>
        <w:t>Данијела Гавриловић, редовни професор</w:t>
      </w:r>
      <w:r w:rsidRPr="00F948E4">
        <w:rPr>
          <w:rFonts w:ascii="Times New Roman" w:hAnsi="Times New Roman"/>
        </w:rPr>
        <w:t xml:space="preserve"> Филозофског факултета у Нишу (члан)</w:t>
      </w:r>
    </w:p>
    <w:p w:rsidR="00A337DB" w:rsidRPr="00F948E4" w:rsidRDefault="00A337DB" w:rsidP="000F4CF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</w:rPr>
      </w:pPr>
      <w:r w:rsidRPr="00F948E4">
        <w:rPr>
          <w:rFonts w:ascii="Times New Roman" w:hAnsi="Times New Roman"/>
        </w:rPr>
        <w:t>др</w:t>
      </w:r>
      <w:r w:rsidR="000F4CF5" w:rsidRPr="00F948E4">
        <w:rPr>
          <w:rFonts w:ascii="Times New Roman" w:hAnsi="Times New Roman"/>
        </w:rPr>
        <w:t xml:space="preserve"> Наталија Јовановић, редовни професор</w:t>
      </w:r>
      <w:r w:rsidRPr="00F948E4">
        <w:rPr>
          <w:rFonts w:ascii="Times New Roman" w:hAnsi="Times New Roman"/>
        </w:rPr>
        <w:t xml:space="preserve"> Филозофског факултета у Нишу (члан)</w:t>
      </w:r>
    </w:p>
    <w:p w:rsidR="00A337DB" w:rsidRPr="00F948E4" w:rsidRDefault="00A337DB" w:rsidP="000F4CF5">
      <w:pPr>
        <w:spacing w:after="0" w:line="360" w:lineRule="auto"/>
        <w:ind w:firstLine="1134"/>
        <w:jc w:val="both"/>
        <w:rPr>
          <w:rFonts w:ascii="Times New Roman" w:hAnsi="Times New Roman"/>
        </w:rPr>
      </w:pPr>
    </w:p>
    <w:p w:rsidR="00E7650D" w:rsidRDefault="00A337DB" w:rsidP="00E7650D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F948E4">
        <w:rPr>
          <w:rFonts w:ascii="Times New Roman" w:hAnsi="Times New Roman"/>
        </w:rPr>
        <w:t xml:space="preserve">Комисија је приступно предавање оценила позитивно. </w:t>
      </w:r>
    </w:p>
    <w:p w:rsidR="00F948E4" w:rsidRPr="00F948E4" w:rsidRDefault="00F948E4" w:rsidP="000F4CF5">
      <w:pPr>
        <w:spacing w:after="0" w:line="360" w:lineRule="auto"/>
        <w:ind w:firstLine="1134"/>
        <w:jc w:val="both"/>
        <w:rPr>
          <w:rFonts w:ascii="Times New Roman" w:hAnsi="Times New Roman"/>
        </w:rPr>
      </w:pPr>
    </w:p>
    <w:p w:rsidR="00A337DB" w:rsidRDefault="00A337DB" w:rsidP="000F4CF5">
      <w:pPr>
        <w:spacing w:after="0" w:line="360" w:lineRule="auto"/>
        <w:ind w:firstLine="1134"/>
        <w:jc w:val="both"/>
        <w:rPr>
          <w:rFonts w:ascii="Times New Roman" w:hAnsi="Times New Roman"/>
          <w:sz w:val="24"/>
          <w:szCs w:val="24"/>
          <w:lang w:val="sr-Cyrl-RS"/>
        </w:rPr>
      </w:pPr>
      <w:r w:rsidRPr="00EF33E6">
        <w:rPr>
          <w:rFonts w:ascii="Times New Roman" w:hAnsi="Times New Roman"/>
          <w:sz w:val="24"/>
          <w:szCs w:val="24"/>
        </w:rPr>
        <w:t xml:space="preserve">На основу </w:t>
      </w:r>
      <w:r>
        <w:rPr>
          <w:rFonts w:ascii="Times New Roman" w:hAnsi="Times New Roman"/>
          <w:sz w:val="24"/>
          <w:szCs w:val="24"/>
          <w:lang w:val="sr-Cyrl-RS"/>
        </w:rPr>
        <w:t>наведеног</w:t>
      </w:r>
      <w:r w:rsidRPr="00EF33E6">
        <w:rPr>
          <w:rFonts w:ascii="Times New Roman" w:hAnsi="Times New Roman"/>
          <w:sz w:val="24"/>
          <w:szCs w:val="24"/>
        </w:rPr>
        <w:t xml:space="preserve">, </w:t>
      </w:r>
      <w:r w:rsidR="000F4CF5">
        <w:rPr>
          <w:rFonts w:ascii="Times New Roman" w:hAnsi="Times New Roman"/>
          <w:sz w:val="24"/>
          <w:szCs w:val="24"/>
          <w:lang w:val="sr-Cyrl-RS"/>
        </w:rPr>
        <w:t>Департман за социологију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F33E6">
        <w:rPr>
          <w:rFonts w:ascii="Times New Roman" w:hAnsi="Times New Roman"/>
          <w:sz w:val="24"/>
          <w:szCs w:val="24"/>
        </w:rPr>
        <w:t xml:space="preserve">даје </w:t>
      </w:r>
      <w:r w:rsidRPr="00EF33E6">
        <w:rPr>
          <w:rFonts w:ascii="Times New Roman" w:hAnsi="Times New Roman"/>
          <w:b/>
          <w:sz w:val="24"/>
          <w:szCs w:val="24"/>
        </w:rPr>
        <w:t>позитивн</w:t>
      </w:r>
      <w:r>
        <w:rPr>
          <w:rFonts w:ascii="Times New Roman" w:hAnsi="Times New Roman"/>
          <w:b/>
          <w:sz w:val="24"/>
          <w:szCs w:val="24"/>
          <w:lang w:val="sr-Cyrl-RS"/>
        </w:rPr>
        <w:t>у</w:t>
      </w:r>
      <w:r w:rsidRPr="00EF33E6">
        <w:rPr>
          <w:rFonts w:ascii="Times New Roman" w:hAnsi="Times New Roman"/>
          <w:b/>
          <w:sz w:val="24"/>
          <w:szCs w:val="24"/>
        </w:rPr>
        <w:t xml:space="preserve"> оцен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у </w:t>
      </w:r>
      <w:r w:rsidRPr="00D8723D">
        <w:rPr>
          <w:rFonts w:ascii="Times New Roman" w:hAnsi="Times New Roman"/>
          <w:sz w:val="24"/>
          <w:szCs w:val="24"/>
          <w:lang w:val="sr-Cyrl-RS"/>
        </w:rPr>
        <w:t>приступног предавања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0F4CF5">
        <w:rPr>
          <w:rFonts w:ascii="Times New Roman" w:hAnsi="Times New Roman"/>
          <w:sz w:val="24"/>
          <w:szCs w:val="24"/>
          <w:lang w:val="sr-Cyrl-RS"/>
        </w:rPr>
        <w:t>др Немање Крстића</w:t>
      </w:r>
      <w:r w:rsidRPr="007A32E9">
        <w:rPr>
          <w:rFonts w:ascii="Times New Roman" w:hAnsi="Times New Roman"/>
          <w:sz w:val="24"/>
          <w:szCs w:val="24"/>
          <w:lang w:val="sr-Cyrl-RS"/>
        </w:rPr>
        <w:t>.</w:t>
      </w:r>
    </w:p>
    <w:p w:rsidR="00A337DB" w:rsidRDefault="00A337DB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08763E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08763E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690EDB" w:rsidRPr="00CF6CFA" w:rsidRDefault="00690EDB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  <w:lang w:val="en-GB"/>
        </w:rPr>
      </w:pPr>
    </w:p>
    <w:p w:rsidR="0008763E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CB7826" w:rsidRDefault="00CB7826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CB7826" w:rsidRDefault="00CB7826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E7650D" w:rsidRDefault="00E7650D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E7650D" w:rsidRDefault="00E7650D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08763E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08763E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p w:rsidR="0008763E" w:rsidRDefault="0008763E" w:rsidP="0008763E">
      <w:pPr>
        <w:spacing w:after="0"/>
        <w:jc w:val="right"/>
      </w:pPr>
      <w:r>
        <w:t>________________________________</w:t>
      </w:r>
    </w:p>
    <w:p w:rsidR="0008763E" w:rsidRPr="00FC2375" w:rsidRDefault="0008763E" w:rsidP="0008763E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Бранислав Стевановић</w:t>
      </w:r>
    </w:p>
    <w:p w:rsidR="0008763E" w:rsidRDefault="0008763E" w:rsidP="0008763E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</w:p>
    <w:p w:rsidR="0008763E" w:rsidRDefault="0008763E" w:rsidP="0008763E">
      <w:pPr>
        <w:spacing w:after="0" w:line="240" w:lineRule="auto"/>
        <w:ind w:left="723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Управник</w:t>
      </w:r>
      <w:r w:rsidRPr="00FC2375">
        <w:rPr>
          <w:rFonts w:ascii="Times New Roman" w:hAnsi="Times New Roman"/>
          <w:sz w:val="18"/>
          <w:szCs w:val="18"/>
        </w:rPr>
        <w:t xml:space="preserve"> Департмана за Социологију</w:t>
      </w:r>
    </w:p>
    <w:p w:rsidR="0008763E" w:rsidRPr="00A337DB" w:rsidRDefault="0008763E" w:rsidP="000F4CF5">
      <w:pPr>
        <w:tabs>
          <w:tab w:val="left" w:pos="1140"/>
        </w:tabs>
        <w:spacing w:line="360" w:lineRule="auto"/>
        <w:rPr>
          <w:rFonts w:ascii="Times New Roman" w:hAnsi="Times New Roman"/>
          <w:sz w:val="18"/>
          <w:szCs w:val="18"/>
        </w:rPr>
      </w:pPr>
    </w:p>
    <w:sectPr w:rsidR="0008763E" w:rsidRPr="00A337DB" w:rsidSect="00822DA0">
      <w:headerReference w:type="default" r:id="rId7"/>
      <w:headerReference w:type="first" r:id="rId8"/>
      <w:footerReference w:type="first" r:id="rId9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4C" w:rsidRDefault="00BC434C">
      <w:pPr>
        <w:spacing w:after="0" w:line="240" w:lineRule="auto"/>
      </w:pPr>
      <w:r>
        <w:separator/>
      </w:r>
    </w:p>
  </w:endnote>
  <w:endnote w:type="continuationSeparator" w:id="0">
    <w:p w:rsidR="00BC434C" w:rsidRDefault="00BC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C6D" w:rsidRDefault="00BF6C6D" w:rsidP="00122FAA">
    <w:pPr>
      <w:pStyle w:val="Footer"/>
      <w:jc w:val="cen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4C" w:rsidRDefault="00BC434C">
      <w:pPr>
        <w:spacing w:after="0" w:line="240" w:lineRule="auto"/>
      </w:pPr>
      <w:r>
        <w:separator/>
      </w:r>
    </w:p>
  </w:footnote>
  <w:footnote w:type="continuationSeparator" w:id="0">
    <w:p w:rsidR="00BC434C" w:rsidRDefault="00BC4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3E" w:rsidRDefault="0008763E" w:rsidP="0008763E">
    <w:pPr>
      <w:pStyle w:val="Header"/>
    </w:pPr>
    <w:r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793F9AE1" wp14:editId="1825B2A3">
              <wp:simplePos x="0" y="0"/>
              <wp:positionH relativeFrom="column">
                <wp:posOffset>4038600</wp:posOffset>
              </wp:positionH>
              <wp:positionV relativeFrom="paragraph">
                <wp:posOffset>-12065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0" y="0"/>
                  <wp:lineTo x="0" y="21165"/>
                  <wp:lineTo x="21454" y="21165"/>
                  <wp:lineTo x="21454" y="0"/>
                  <wp:lineTo x="0" y="0"/>
                </wp:wrapPolygon>
              </wp:wrapTight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763E" w:rsidRDefault="0008763E" w:rsidP="0008763E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08763E" w:rsidRDefault="0008763E" w:rsidP="0008763E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08763E" w:rsidRDefault="0008763E" w:rsidP="0008763E">
                          <w:pPr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91</w:t>
                          </w:r>
                        </w:p>
                        <w:p w:rsidR="0008763E" w:rsidRDefault="0008763E" w:rsidP="0008763E">
                          <w:pPr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Phone 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18 </w:t>
                          </w:r>
                          <w:r>
                            <w:rPr>
                              <w:i/>
                              <w:iCs/>
                            </w:rPr>
                            <w:t>514312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Dean+381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18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 514311</w:t>
                          </w:r>
                        </w:p>
                        <w:p w:rsidR="0008763E" w:rsidRDefault="0008763E" w:rsidP="0008763E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Fax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18 514310</w:t>
                          </w:r>
                        </w:p>
                        <w:p w:rsidR="0008763E" w:rsidRDefault="0008763E" w:rsidP="0008763E">
                          <w:pPr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e-mail info</w:t>
                          </w:r>
                          <w:r>
                            <w:rPr>
                              <w:i/>
                              <w:iCs/>
                            </w:rPr>
                            <w:t>@filfak.ni.ac.yu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F9AE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18pt;margin-top:-.95pt;width:222pt;height:91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" stroked="f">
              <v:textbox>
                <w:txbxContent>
                  <w:p w:rsidR="0008763E" w:rsidRDefault="0008763E" w:rsidP="0008763E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08763E" w:rsidRDefault="0008763E" w:rsidP="0008763E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08763E" w:rsidRDefault="0008763E" w:rsidP="0008763E">
                    <w:pPr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91</w:t>
                    </w:r>
                  </w:p>
                  <w:p w:rsidR="0008763E" w:rsidRDefault="0008763E" w:rsidP="0008763E">
                    <w:pPr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 xml:space="preserve">Phone +381 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18 </w:t>
                    </w:r>
                    <w:r>
                      <w:rPr>
                        <w:i/>
                        <w:iCs/>
                      </w:rPr>
                      <w:t>514312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Dean+381 </w:t>
                    </w:r>
                    <w:r>
                      <w:rPr>
                        <w:i/>
                        <w:iCs/>
                        <w:lang w:val="sr-Cyrl-CS"/>
                      </w:rPr>
                      <w:t>18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 514311</w:t>
                    </w:r>
                  </w:p>
                  <w:p w:rsidR="0008763E" w:rsidRDefault="0008763E" w:rsidP="0008763E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Fax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+381 </w:t>
                    </w:r>
                    <w:r>
                      <w:rPr>
                        <w:i/>
                        <w:iCs/>
                        <w:lang w:val="sr-Cyrl-CS"/>
                      </w:rPr>
                      <w:t>18 514310</w:t>
                    </w:r>
                  </w:p>
                  <w:p w:rsidR="0008763E" w:rsidRDefault="0008763E" w:rsidP="0008763E">
                    <w:pPr>
                      <w:rPr>
                        <w:sz w:val="26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e-mail info</w:t>
                    </w:r>
                    <w:r>
                      <w:rPr>
                        <w:i/>
                        <w:iCs/>
                      </w:rPr>
                      <w:t>@filfak.ni.ac.yu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942C54B" wp14:editId="1197C34A">
              <wp:simplePos x="0" y="0"/>
              <wp:positionH relativeFrom="column">
                <wp:posOffset>-36195</wp:posOffset>
              </wp:positionH>
              <wp:positionV relativeFrom="paragraph">
                <wp:posOffset>-12065</wp:posOffset>
              </wp:positionV>
              <wp:extent cx="3095625" cy="1166495"/>
              <wp:effectExtent l="0" t="0" r="9525" b="0"/>
              <wp:wrapTight wrapText="bothSides">
                <wp:wrapPolygon edited="0">
                  <wp:start x="0" y="0"/>
                  <wp:lineTo x="0" y="21165"/>
                  <wp:lineTo x="21534" y="21165"/>
                  <wp:lineTo x="21534" y="0"/>
                  <wp:lineTo x="0" y="0"/>
                </wp:wrapPolygon>
              </wp:wrapTight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763E" w:rsidRDefault="0008763E" w:rsidP="0008763E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08763E" w:rsidRDefault="0008763E" w:rsidP="0008763E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u w:val="single"/>
                              <w:lang w:val="sr-Cyrl-CS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08763E" w:rsidRDefault="0008763E" w:rsidP="0008763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08763E" w:rsidRDefault="0008763E" w:rsidP="0008763E">
                          <w:pPr>
                            <w:jc w:val="right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Телефон-централа(018)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514-312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Деканат 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514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-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311</w:t>
                          </w:r>
                        </w:p>
                        <w:p w:rsidR="0008763E" w:rsidRDefault="0008763E" w:rsidP="0008763E">
                          <w:pPr>
                            <w:jc w:val="right"/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Телефакс </w:t>
                          </w:r>
                          <w:r>
                            <w:rPr>
                              <w:i/>
                              <w:iCs/>
                            </w:rPr>
                            <w:t>51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4-310</w:t>
                          </w:r>
                        </w:p>
                        <w:p w:rsidR="0008763E" w:rsidRDefault="0008763E" w:rsidP="0008763E">
                          <w:pPr>
                            <w:jc w:val="right"/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e-mail info</w:t>
                          </w:r>
                          <w:r>
                            <w:rPr>
                              <w:i/>
                              <w:iCs/>
                            </w:rPr>
                            <w:t>@filfak.ni.ac.yu</w:t>
                          </w:r>
                          <w:r>
                            <w:rPr>
                              <w:i/>
                              <w:iCs/>
                              <w:color w:val="6557D0"/>
                              <w:sz w:val="20"/>
                              <w:lang w:val="sr-Cyrl-CS"/>
                            </w:rPr>
                            <w:t xml:space="preserve"> </w:t>
                          </w:r>
                        </w:p>
                        <w:p w:rsidR="0008763E" w:rsidRDefault="0008763E" w:rsidP="0008763E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42C54B" id="Text Box 5" o:spid="_x0000_s1027" type="#_x0000_t202" style="position:absolute;margin-left:-2.85pt;margin-top:-.95pt;width:243.75pt;height:91.8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" stroked="f">
              <v:textbox>
                <w:txbxContent>
                  <w:p w:rsidR="0008763E" w:rsidRDefault="0008763E" w:rsidP="0008763E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08763E" w:rsidRDefault="0008763E" w:rsidP="0008763E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u w:val="single"/>
                        <w:lang w:val="sr-Cyrl-CS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08763E" w:rsidRDefault="0008763E" w:rsidP="0008763E">
                    <w:pPr>
                      <w:jc w:val="right"/>
                      <w:rPr>
                        <w:i/>
                        <w:iCs/>
                        <w:spacing w:val="-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Пош. фах 91</w:t>
                    </w:r>
                  </w:p>
                  <w:p w:rsidR="0008763E" w:rsidRDefault="0008763E" w:rsidP="0008763E">
                    <w:pPr>
                      <w:jc w:val="right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Телефон-централа(018)</w:t>
                    </w:r>
                    <w:r>
                      <w:rPr>
                        <w:i/>
                        <w:iCs/>
                        <w:spacing w:val="-2"/>
                      </w:rPr>
                      <w:t>514-312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Деканат </w:t>
                    </w:r>
                    <w:r>
                      <w:rPr>
                        <w:i/>
                        <w:iCs/>
                        <w:spacing w:val="-2"/>
                      </w:rPr>
                      <w:t>514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-</w:t>
                    </w:r>
                    <w:r>
                      <w:rPr>
                        <w:i/>
                        <w:iCs/>
                        <w:spacing w:val="-2"/>
                      </w:rPr>
                      <w:t>311</w:t>
                    </w:r>
                  </w:p>
                  <w:p w:rsidR="0008763E" w:rsidRDefault="0008763E" w:rsidP="0008763E">
                    <w:pPr>
                      <w:jc w:val="right"/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r-Cyrl-CS"/>
                      </w:rPr>
                      <w:t xml:space="preserve">Телефакс </w:t>
                    </w:r>
                    <w:r>
                      <w:rPr>
                        <w:i/>
                        <w:iCs/>
                      </w:rPr>
                      <w:t>51</w:t>
                    </w:r>
                    <w:r>
                      <w:rPr>
                        <w:i/>
                        <w:iCs/>
                        <w:lang w:val="sr-Cyrl-CS"/>
                      </w:rPr>
                      <w:t>4-310</w:t>
                    </w:r>
                  </w:p>
                  <w:p w:rsidR="0008763E" w:rsidRDefault="0008763E" w:rsidP="0008763E">
                    <w:pPr>
                      <w:jc w:val="right"/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e-mail info</w:t>
                    </w:r>
                    <w:r>
                      <w:rPr>
                        <w:i/>
                        <w:iCs/>
                      </w:rPr>
                      <w:t>@filfak.ni.ac.yu</w:t>
                    </w:r>
                    <w:r>
                      <w:rPr>
                        <w:i/>
                        <w:iCs/>
                        <w:color w:val="6557D0"/>
                        <w:sz w:val="20"/>
                        <w:lang w:val="sr-Cyrl-CS"/>
                      </w:rPr>
                      <w:t xml:space="preserve"> </w:t>
                    </w:r>
                  </w:p>
                  <w:p w:rsidR="0008763E" w:rsidRDefault="0008763E" w:rsidP="0008763E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  <w:lang w:val="en-GB" w:eastAsia="en-GB"/>
      </w:rPr>
      <w:drawing>
        <wp:anchor distT="0" distB="0" distL="114300" distR="114300" simplePos="0" relativeHeight="251661824" behindDoc="0" locked="0" layoutInCell="1" allowOverlap="1" wp14:anchorId="062B96DF" wp14:editId="5147AA33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0" t="0" r="0" b="0"/>
          <wp:wrapSquare wrapText="bothSides"/>
          <wp:docPr id="6" name="Picture 6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763E" w:rsidRDefault="000876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C6D" w:rsidRDefault="00D23A5D">
    <w:pPr>
      <w:pStyle w:val="Header"/>
    </w:pPr>
    <w:r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4038600</wp:posOffset>
              </wp:positionH>
              <wp:positionV relativeFrom="paragraph">
                <wp:posOffset>-12065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0" y="0"/>
                  <wp:lineTo x="0" y="21165"/>
                  <wp:lineTo x="21454" y="21165"/>
                  <wp:lineTo x="21454" y="0"/>
                  <wp:lineTo x="0" y="0"/>
                </wp:wrapPolygon>
              </wp:wrapTight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6C6D" w:rsidRDefault="00BF6C6D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BF6C6D" w:rsidRDefault="00BF6C6D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BF6C6D" w:rsidRDefault="00BF6C6D">
                          <w:pPr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91</w:t>
                          </w:r>
                        </w:p>
                        <w:p w:rsidR="00BF6C6D" w:rsidRDefault="00BF6C6D">
                          <w:pPr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Phone 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18 </w:t>
                          </w:r>
                          <w:r>
                            <w:rPr>
                              <w:i/>
                              <w:iCs/>
                            </w:rPr>
                            <w:t>514312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Dean+381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18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 514311</w:t>
                          </w:r>
                        </w:p>
                        <w:p w:rsidR="00BF6C6D" w:rsidRDefault="00BF6C6D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Fax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lang w:val="sl-SI"/>
                            </w:rPr>
                            <w:t xml:space="preserve">+381 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18 514310</w:t>
                          </w:r>
                        </w:p>
                        <w:p w:rsidR="00BF6C6D" w:rsidRDefault="00BF6C6D">
                          <w:pPr>
                            <w:rPr>
                              <w:sz w:val="26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e-mail info</w:t>
                          </w:r>
                          <w:r>
                            <w:rPr>
                              <w:i/>
                              <w:iCs/>
                            </w:rPr>
                            <w:t>@filfak.ni.ac.yu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8pt;margin-top:-.95pt;width:222pt;height:91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" stroked="f">
              <v:textbox>
                <w:txbxContent>
                  <w:p w:rsidR="00BF6C6D" w:rsidRDefault="00BF6C6D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BF6C6D" w:rsidRDefault="00BF6C6D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BF6C6D" w:rsidRDefault="00BF6C6D">
                    <w:pPr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91</w:t>
                    </w:r>
                  </w:p>
                  <w:p w:rsidR="00BF6C6D" w:rsidRDefault="00BF6C6D">
                    <w:pPr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 xml:space="preserve">Phone +381 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18 </w:t>
                    </w:r>
                    <w:r>
                      <w:rPr>
                        <w:i/>
                        <w:iCs/>
                      </w:rPr>
                      <w:t>514312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Dean+381 </w:t>
                    </w:r>
                    <w:r>
                      <w:rPr>
                        <w:i/>
                        <w:iCs/>
                        <w:lang w:val="sr-Cyrl-CS"/>
                      </w:rPr>
                      <w:t>18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 514311</w:t>
                    </w:r>
                  </w:p>
                  <w:p w:rsidR="00BF6C6D" w:rsidRDefault="00BF6C6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Fax</w:t>
                    </w:r>
                    <w:r>
                      <w:rPr>
                        <w:i/>
                        <w:iCs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lang w:val="sl-SI"/>
                      </w:rPr>
                      <w:t xml:space="preserve">+381 </w:t>
                    </w:r>
                    <w:r>
                      <w:rPr>
                        <w:i/>
                        <w:iCs/>
                        <w:lang w:val="sr-Cyrl-CS"/>
                      </w:rPr>
                      <w:t>18 514310</w:t>
                    </w:r>
                  </w:p>
                  <w:p w:rsidR="00BF6C6D" w:rsidRDefault="00BF6C6D">
                    <w:pPr>
                      <w:rPr>
                        <w:sz w:val="26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e-mail info</w:t>
                    </w:r>
                    <w:r>
                      <w:rPr>
                        <w:i/>
                        <w:iCs/>
                      </w:rPr>
                      <w:t>@filfak.ni.ac.yu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-36195</wp:posOffset>
              </wp:positionH>
              <wp:positionV relativeFrom="paragraph">
                <wp:posOffset>-12065</wp:posOffset>
              </wp:positionV>
              <wp:extent cx="3095625" cy="1166495"/>
              <wp:effectExtent l="0" t="0" r="9525" b="0"/>
              <wp:wrapTight wrapText="bothSides">
                <wp:wrapPolygon edited="0">
                  <wp:start x="0" y="0"/>
                  <wp:lineTo x="0" y="21165"/>
                  <wp:lineTo x="21534" y="21165"/>
                  <wp:lineTo x="21534" y="0"/>
                  <wp:lineTo x="0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6C6D" w:rsidRDefault="00BF6C6D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BF6C6D" w:rsidRDefault="00BF6C6D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u w:val="single"/>
                              <w:lang w:val="sr-Cyrl-CS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BF6C6D" w:rsidRDefault="00BF6C6D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BF6C6D" w:rsidRDefault="00BF6C6D">
                          <w:pPr>
                            <w:jc w:val="right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Телефон-централа(018)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514-312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 xml:space="preserve"> Деканат 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514</w:t>
                          </w:r>
                          <w:r>
                            <w:rPr>
                              <w:i/>
                              <w:iCs/>
                              <w:spacing w:val="-2"/>
                              <w:lang w:val="sr-Cyrl-CS"/>
                            </w:rPr>
                            <w:t>-</w:t>
                          </w:r>
                          <w:r>
                            <w:rPr>
                              <w:i/>
                              <w:iCs/>
                              <w:spacing w:val="-2"/>
                            </w:rPr>
                            <w:t>311</w:t>
                          </w:r>
                        </w:p>
                        <w:p w:rsidR="00BF6C6D" w:rsidRDefault="00BF6C6D">
                          <w:pPr>
                            <w:jc w:val="right"/>
                            <w:rPr>
                              <w:i/>
                              <w:iCs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r-Cyrl-CS"/>
                            </w:rPr>
                            <w:t xml:space="preserve">Телефакс </w:t>
                          </w:r>
                          <w:r>
                            <w:rPr>
                              <w:i/>
                              <w:iCs/>
                            </w:rPr>
                            <w:t>51</w:t>
                          </w:r>
                          <w:r>
                            <w:rPr>
                              <w:i/>
                              <w:iCs/>
                              <w:lang w:val="sr-Cyrl-CS"/>
                            </w:rPr>
                            <w:t>4-310</w:t>
                          </w:r>
                        </w:p>
                        <w:p w:rsidR="00BF6C6D" w:rsidRDefault="00BF6C6D">
                          <w:pPr>
                            <w:jc w:val="right"/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lang w:val="sl-SI"/>
                            </w:rPr>
                            <w:t>e-mail info</w:t>
                          </w:r>
                          <w:r>
                            <w:rPr>
                              <w:i/>
                              <w:iCs/>
                            </w:rPr>
                            <w:t>@filfak.ni.ac.yu</w:t>
                          </w:r>
                          <w:r>
                            <w:rPr>
                              <w:i/>
                              <w:iCs/>
                              <w:color w:val="6557D0"/>
                              <w:sz w:val="20"/>
                              <w:lang w:val="sr-Cyrl-CS"/>
                            </w:rPr>
                            <w:t xml:space="preserve"> </w:t>
                          </w:r>
                        </w:p>
                        <w:p w:rsidR="00BF6C6D" w:rsidRDefault="00BF6C6D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-2.85pt;margin-top:-.95pt;width:243.75pt;height:91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" stroked="f">
              <v:textbox>
                <w:txbxContent>
                  <w:p w:rsidR="00BF6C6D" w:rsidRDefault="00BF6C6D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BF6C6D" w:rsidRDefault="00BF6C6D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u w:val="single"/>
                        <w:lang w:val="sr-Cyrl-CS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BF6C6D" w:rsidRDefault="00BF6C6D">
                    <w:pPr>
                      <w:jc w:val="right"/>
                      <w:rPr>
                        <w:i/>
                        <w:iCs/>
                        <w:spacing w:val="-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Пош. фах 91</w:t>
                    </w:r>
                  </w:p>
                  <w:p w:rsidR="00BF6C6D" w:rsidRDefault="00BF6C6D">
                    <w:pPr>
                      <w:jc w:val="right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Телефон-централа(018)</w:t>
                    </w:r>
                    <w:r>
                      <w:rPr>
                        <w:i/>
                        <w:iCs/>
                        <w:spacing w:val="-2"/>
                      </w:rPr>
                      <w:t>514-312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 xml:space="preserve"> Деканат </w:t>
                    </w:r>
                    <w:r>
                      <w:rPr>
                        <w:i/>
                        <w:iCs/>
                        <w:spacing w:val="-2"/>
                      </w:rPr>
                      <w:t>514</w:t>
                    </w:r>
                    <w:r>
                      <w:rPr>
                        <w:i/>
                        <w:iCs/>
                        <w:spacing w:val="-2"/>
                        <w:lang w:val="sr-Cyrl-CS"/>
                      </w:rPr>
                      <w:t>-</w:t>
                    </w:r>
                    <w:r>
                      <w:rPr>
                        <w:i/>
                        <w:iCs/>
                        <w:spacing w:val="-2"/>
                      </w:rPr>
                      <w:t>311</w:t>
                    </w:r>
                  </w:p>
                  <w:p w:rsidR="00BF6C6D" w:rsidRDefault="00BF6C6D">
                    <w:pPr>
                      <w:jc w:val="right"/>
                      <w:rPr>
                        <w:i/>
                        <w:iCs/>
                        <w:lang w:val="sr-Cyrl-CS"/>
                      </w:rPr>
                    </w:pPr>
                    <w:r>
                      <w:rPr>
                        <w:i/>
                        <w:iCs/>
                        <w:lang w:val="sr-Cyrl-CS"/>
                      </w:rPr>
                      <w:t xml:space="preserve">Телефакс </w:t>
                    </w:r>
                    <w:r>
                      <w:rPr>
                        <w:i/>
                        <w:iCs/>
                      </w:rPr>
                      <w:t>51</w:t>
                    </w:r>
                    <w:r>
                      <w:rPr>
                        <w:i/>
                        <w:iCs/>
                        <w:lang w:val="sr-Cyrl-CS"/>
                      </w:rPr>
                      <w:t>4-310</w:t>
                    </w:r>
                  </w:p>
                  <w:p w:rsidR="00BF6C6D" w:rsidRDefault="00BF6C6D">
                    <w:pPr>
                      <w:jc w:val="right"/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lang w:val="sl-SI"/>
                      </w:rPr>
                      <w:t>e-mail info</w:t>
                    </w:r>
                    <w:r>
                      <w:rPr>
                        <w:i/>
                        <w:iCs/>
                      </w:rPr>
                      <w:t>@filfak.ni.ac.yu</w:t>
                    </w:r>
                    <w:r>
                      <w:rPr>
                        <w:i/>
                        <w:iCs/>
                        <w:color w:val="6557D0"/>
                        <w:sz w:val="20"/>
                        <w:lang w:val="sr-Cyrl-CS"/>
                      </w:rPr>
                      <w:t xml:space="preserve"> </w:t>
                    </w:r>
                  </w:p>
                  <w:p w:rsidR="00BF6C6D" w:rsidRDefault="00BF6C6D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FC2375">
      <w:rPr>
        <w:noProof/>
        <w:sz w:val="20"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360B4"/>
    <w:multiLevelType w:val="hybridMultilevel"/>
    <w:tmpl w:val="2E42E3DE"/>
    <w:lvl w:ilvl="0" w:tplc="66EE13F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2A34CB"/>
    <w:multiLevelType w:val="hybridMultilevel"/>
    <w:tmpl w:val="B5480E2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296187"/>
    <w:multiLevelType w:val="hybridMultilevel"/>
    <w:tmpl w:val="B61AA0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40690C"/>
    <w:multiLevelType w:val="hybridMultilevel"/>
    <w:tmpl w:val="7EBEC608"/>
    <w:lvl w:ilvl="0" w:tplc="058888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07D42"/>
    <w:multiLevelType w:val="hybridMultilevel"/>
    <w:tmpl w:val="DAF81D5E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9028C02C"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ED969A5"/>
    <w:multiLevelType w:val="hybridMultilevel"/>
    <w:tmpl w:val="6B02B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83117"/>
    <w:multiLevelType w:val="hybridMultilevel"/>
    <w:tmpl w:val="7B44876A"/>
    <w:lvl w:ilvl="0" w:tplc="8912F0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C9D6665"/>
    <w:multiLevelType w:val="hybridMultilevel"/>
    <w:tmpl w:val="CCECFE7C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7CB92A90"/>
    <w:multiLevelType w:val="hybridMultilevel"/>
    <w:tmpl w:val="E69462B0"/>
    <w:lvl w:ilvl="0" w:tplc="66EE13F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6D"/>
    <w:rsid w:val="0008763E"/>
    <w:rsid w:val="000F4CF5"/>
    <w:rsid w:val="00122FAA"/>
    <w:rsid w:val="0031690E"/>
    <w:rsid w:val="00341DAE"/>
    <w:rsid w:val="003829B1"/>
    <w:rsid w:val="00457146"/>
    <w:rsid w:val="004812F8"/>
    <w:rsid w:val="004D5A96"/>
    <w:rsid w:val="00564E4B"/>
    <w:rsid w:val="00581C5A"/>
    <w:rsid w:val="005C0777"/>
    <w:rsid w:val="00646650"/>
    <w:rsid w:val="00690EDB"/>
    <w:rsid w:val="006C0513"/>
    <w:rsid w:val="006D34F4"/>
    <w:rsid w:val="00795F6F"/>
    <w:rsid w:val="007E4DA4"/>
    <w:rsid w:val="00822DA0"/>
    <w:rsid w:val="009064F2"/>
    <w:rsid w:val="00912349"/>
    <w:rsid w:val="009E4846"/>
    <w:rsid w:val="009F4953"/>
    <w:rsid w:val="00A337DB"/>
    <w:rsid w:val="00AD2436"/>
    <w:rsid w:val="00B307A2"/>
    <w:rsid w:val="00B71D71"/>
    <w:rsid w:val="00BC434C"/>
    <w:rsid w:val="00BF6C6D"/>
    <w:rsid w:val="00C123C1"/>
    <w:rsid w:val="00CB7826"/>
    <w:rsid w:val="00CF6CFA"/>
    <w:rsid w:val="00D23A5D"/>
    <w:rsid w:val="00D477DF"/>
    <w:rsid w:val="00DD0138"/>
    <w:rsid w:val="00E7650D"/>
    <w:rsid w:val="00F13B89"/>
    <w:rsid w:val="00F948E4"/>
    <w:rsid w:val="00FC2375"/>
    <w:rsid w:val="00FF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0D4519-ED53-457D-B66E-13ECD2FE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C6D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22DA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822DA0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564E4B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6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AppData\Local\Temp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75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</Company>
  <LinksUpToDate>false</LinksUpToDate>
  <CharactersWithSpaces>6109</CharactersWithSpaces>
  <SharedDoc>false</SharedDoc>
  <HLinks>
    <vt:vector size="6" baseType="variant">
      <vt:variant>
        <vt:i4>6225943</vt:i4>
      </vt:variant>
      <vt:variant>
        <vt:i4>-1</vt:i4>
      </vt:variant>
      <vt:variant>
        <vt:i4>2050</vt:i4>
      </vt:variant>
      <vt:variant>
        <vt:i4>1</vt:i4>
      </vt:variant>
      <vt:variant>
        <vt:lpwstr>znak ff crno.gif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Nemanja</cp:lastModifiedBy>
  <cp:revision>14</cp:revision>
  <dcterms:created xsi:type="dcterms:W3CDTF">2019-01-23T23:40:00Z</dcterms:created>
  <dcterms:modified xsi:type="dcterms:W3CDTF">2019-01-24T22:32:00Z</dcterms:modified>
</cp:coreProperties>
</file>